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9F6726" w:rsidRPr="00FD23CD" w14:paraId="357382F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9FED" w14:textId="0A293132" w:rsidR="009F6726" w:rsidRPr="00E002C3" w:rsidRDefault="009F6726" w:rsidP="009F6726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EED4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0E72689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EBE48B6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4F83A06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D6ABBB" w14:textId="77777777" w:rsidR="009F6726" w:rsidRPr="000E5CAE" w:rsidRDefault="009F6726" w:rsidP="009F6726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8EC1F25" w14:textId="6386FD92" w:rsidR="009F6726" w:rsidRPr="000E5CAE" w:rsidRDefault="009F6726" w:rsidP="009F6726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9F6726" w:rsidRPr="00FD23CD" w14:paraId="21EB14D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65CB" w14:textId="55464897" w:rsidR="009F6726" w:rsidRPr="00E002C3" w:rsidRDefault="009F6726" w:rsidP="009F6726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A519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AD95432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E7FF123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D527F90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0F4ABD4" w14:textId="77777777" w:rsidR="009F6726" w:rsidRPr="000E5CAE" w:rsidRDefault="009F6726" w:rsidP="009F6726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42BDDDD" w14:textId="0570A8CE" w:rsidR="009F6726" w:rsidRPr="000E5CAE" w:rsidRDefault="009F6726" w:rsidP="009F6726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9F6726" w:rsidRPr="00FD23CD" w14:paraId="279CD11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B695" w14:textId="4FEA80C4" w:rsidR="009F6726" w:rsidRPr="00E002C3" w:rsidRDefault="009F6726" w:rsidP="009F6726">
            <w:pPr>
              <w:rPr>
                <w:rFonts w:asciiTheme="majorHAnsi" w:hAnsiTheme="majorHAnsi"/>
                <w:lang w:eastAsia="cs-CZ"/>
              </w:rPr>
            </w:pPr>
            <w:bookmarkStart w:id="0" w:name="_GoBack" w:colFirst="0" w:colLast="1"/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CF38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20CC8664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14C654C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AD6EC93" w14:textId="77777777" w:rsidR="009F6726" w:rsidRPr="000E5CAE" w:rsidRDefault="009F6726" w:rsidP="009F6726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23EA6AF" w14:textId="77777777" w:rsidR="009F6726" w:rsidRPr="000E5CAE" w:rsidRDefault="009F6726" w:rsidP="009F6726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04E5197" w14:textId="288D54E7" w:rsidR="009F6726" w:rsidRPr="000E5CAE" w:rsidRDefault="009F6726" w:rsidP="009F6726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bookmarkEnd w:id="0"/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4073F49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67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672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08668FD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67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672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6726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38D89E-F27C-4A17-8373-717E9885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18</TotalTime>
  <Pages>3</Pages>
  <Words>225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14</cp:revision>
  <cp:lastPrinted>2017-11-28T17:18:00Z</cp:lastPrinted>
  <dcterms:created xsi:type="dcterms:W3CDTF">2020-02-20T14:02:00Z</dcterms:created>
  <dcterms:modified xsi:type="dcterms:W3CDTF">2022-07-07T12:09:00Z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